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44" w:rsidRDefault="00E726F6" w:rsidP="0054463B">
      <w:pPr>
        <w:pStyle w:val="CompanyName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6648450</wp:posOffset>
                </wp:positionV>
                <wp:extent cx="1190625" cy="838200"/>
                <wp:effectExtent l="9525" t="9525" r="9525" b="9525"/>
                <wp:wrapNone/>
                <wp:docPr id="2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13A" w:rsidRDefault="00E726F6" w:rsidP="00D0013A">
                            <w:pPr>
                              <w:rPr>
                                <w:rFonts w:ascii="Arial" w:hAnsi="Arial" w:cs="Arial"/>
                                <w:color w:val="222222"/>
                                <w:sz w:val="27"/>
                                <w:szCs w:val="27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066800" cy="742950"/>
                                  <wp:effectExtent l="0" t="0" r="0" b="0"/>
                                  <wp:docPr id="174" name="Picture 174" descr="https://encrypted-tbn3.gstatic.com/images?q=tbn:ANd9GcSPR_6VA5KSpdFOzsXVZIiV37X_9bxhqHtkSmew1zcZkUrgQ7si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4" descr="https://encrypted-tbn3.gstatic.com/images?q=tbn:ANd9GcSPR_6VA5KSpdFOzsXVZIiV37X_9bxhqHtkSmew1zcZkUrgQ7si">
                                            <a:hlinkClick r:id="rId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0013A" w:rsidRDefault="00D001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46.5pt;margin-top:523.5pt;width:93.75pt;height:6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">
                <v:textbox>
                  <w:txbxContent>
                    <w:p w:rsidR="00D0013A" w:rsidRDefault="00E726F6" w:rsidP="00D0013A">
                      <w:pPr>
                        <w:rPr>
                          <w:rFonts w:ascii="Arial" w:hAnsi="Arial" w:cs="Arial"/>
                          <w:color w:val="222222"/>
                          <w:sz w:val="27"/>
                          <w:szCs w:val="27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066800" cy="742950"/>
                            <wp:effectExtent l="0" t="0" r="0" b="0"/>
                            <wp:docPr id="174" name="Picture 174" descr="https://encrypted-tbn3.gstatic.com/images?q=tbn:ANd9GcSPR_6VA5KSpdFOzsXVZIiV37X_9bxhqHtkSmew1zcZkUrgQ7si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4" descr="https://encrypted-tbn3.gstatic.com/images?q=tbn:ANd9GcSPR_6VA5KSpdFOzsXVZIiV37X_9bxhqHtkSmew1zcZkUrgQ7si">
                                      <a:hlinkClick r:id="rId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013A" w:rsidRDefault="00D0013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6648450</wp:posOffset>
                </wp:positionV>
                <wp:extent cx="993775" cy="828675"/>
                <wp:effectExtent l="10160" t="9525" r="5715" b="9525"/>
                <wp:wrapNone/>
                <wp:docPr id="2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13A" w:rsidRDefault="00E726F6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>
                                  <wp:extent cx="800100" cy="800100"/>
                                  <wp:effectExtent l="0" t="0" r="0" b="0"/>
                                  <wp:docPr id="145" name="irc_mi" descr="http://cliparts.co/cliparts/pio/5dB/pio5dBeMT.jpg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cliparts.co/cliparts/pio/5dB/pio5dBeMT.jpg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left:0;text-align:left;margin-left:189.05pt;margin-top:523.5pt;width:78.25pt;height:65.2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">
                <v:textbox>
                  <w:txbxContent>
                    <w:p w:rsidR="00D0013A" w:rsidRDefault="00E726F6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>
                            <wp:extent cx="800100" cy="800100"/>
                            <wp:effectExtent l="0" t="0" r="0" b="0"/>
                            <wp:docPr id="145" name="irc_mi" descr="http://cliparts.co/cliparts/pio/5dB/pio5dBeMT.jpg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cliparts.co/cliparts/pio/5dB/pio5dBeMT.jpg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6648450</wp:posOffset>
                </wp:positionV>
                <wp:extent cx="1047750" cy="828675"/>
                <wp:effectExtent l="9525" t="9525" r="9525" b="9525"/>
                <wp:wrapNone/>
                <wp:docPr id="2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1F5" w:rsidRDefault="00E726F6" w:rsidP="00D0013A">
                            <w:pPr>
                              <w:rPr>
                                <w:rFonts w:ascii="Arial" w:hAnsi="Arial" w:cs="Arial"/>
                                <w:color w:val="222222"/>
                                <w:sz w:val="27"/>
                                <w:szCs w:val="27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876300" cy="733425"/>
                                  <wp:effectExtent l="0" t="0" r="0" b="9525"/>
                                  <wp:docPr id="129" name="Picture 129" descr="https://encrypted-tbn1.gstatic.com/images?q=tbn:ANd9GcQfj3ZsbA-8OaOtIHSTnerUzRFJyNCYmNCLAv-JkNVSG7auHK7Cgg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9" descr="https://encrypted-tbn1.gstatic.com/images?q=tbn:ANd9GcQfj3ZsbA-8OaOtIHSTnerUzRFJyNCYmNCLAv-JkNVSG7auHK7Cg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0013A" w:rsidRPr="00D0013A">
                              <w:rPr>
                                <w:rFonts w:ascii="Arial" w:hAnsi="Arial" w:cs="Arial"/>
                                <w:color w:val="222222"/>
                                <w:sz w:val="27"/>
                                <w:szCs w:val="27"/>
                                <w:lang w:val="en"/>
                              </w:rPr>
                              <w:t>data:image/png;base64,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</w:t>
                            </w:r>
                          </w:p>
                          <w:p w:rsidR="00D771F5" w:rsidRDefault="00D771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left:0;text-align:left;margin-left:24pt;margin-top:523.5pt;width:82.5pt;height:6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">
                <v:textbox>
                  <w:txbxContent>
                    <w:p w:rsidR="00D771F5" w:rsidRDefault="00E726F6" w:rsidP="00D0013A">
                      <w:pPr>
                        <w:rPr>
                          <w:rFonts w:ascii="Arial" w:hAnsi="Arial" w:cs="Arial"/>
                          <w:color w:val="222222"/>
                          <w:sz w:val="27"/>
                          <w:szCs w:val="27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876300" cy="733425"/>
                            <wp:effectExtent l="0" t="0" r="0" b="9525"/>
                            <wp:docPr id="129" name="Picture 129" descr="https://encrypted-tbn1.gstatic.com/images?q=tbn:ANd9GcQfj3ZsbA-8OaOtIHSTnerUzRFJyNCYmNCLAv-JkNVSG7auHK7Cgg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9" descr="https://encrypted-tbn1.gstatic.com/images?q=tbn:ANd9GcQfj3ZsbA-8OaOtIHSTnerUzRFJyNCYmNCLAv-JkNVSG7auHK7Cg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0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0013A" w:rsidRPr="00D0013A">
                        <w:rPr>
                          <w:rFonts w:ascii="Arial" w:hAnsi="Arial" w:cs="Arial"/>
                          <w:color w:val="222222"/>
                          <w:sz w:val="27"/>
                          <w:szCs w:val="27"/>
                          <w:lang w:val="en"/>
                        </w:rPr>
                        <w:t>data:image/png;base64,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</w:t>
                      </w:r>
                    </w:p>
                    <w:p w:rsidR="00D771F5" w:rsidRDefault="00D771F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paragraph">
                  <wp:posOffset>316865</wp:posOffset>
                </wp:positionV>
                <wp:extent cx="925830" cy="826135"/>
                <wp:effectExtent l="7620" t="12065" r="9525" b="9525"/>
                <wp:wrapNone/>
                <wp:docPr id="1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1F5" w:rsidRDefault="00E726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85800" cy="561975"/>
                                  <wp:effectExtent l="0" t="0" r="0" b="9525"/>
                                  <wp:docPr id="116" name="Picture 116" descr="Q:\140066.enu\MEDIA\CAGCAT10\j0299763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6" descr="Q:\140066.enu\MEDIA\CAGCAT10\j0299763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left:0;text-align:left;margin-left:316.35pt;margin-top:24.95pt;width:72.9pt;height:6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">
                <v:textbox>
                  <w:txbxContent>
                    <w:p w:rsidR="00D771F5" w:rsidRDefault="00E726F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85800" cy="561975"/>
                            <wp:effectExtent l="0" t="0" r="0" b="9525"/>
                            <wp:docPr id="116" name="Picture 116" descr="Q:\140066.enu\MEDIA\CAGCAT10\j0299763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6" descr="Q:\140066.enu\MEDIA\CAGCAT10\j0299763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316865</wp:posOffset>
                </wp:positionV>
                <wp:extent cx="855980" cy="826135"/>
                <wp:effectExtent l="5715" t="12065" r="5080" b="9525"/>
                <wp:wrapNone/>
                <wp:docPr id="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98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858" w:rsidRDefault="00E726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66750" cy="723900"/>
                                  <wp:effectExtent l="0" t="0" r="0" b="0"/>
                                  <wp:docPr id="92" name="Picture 92" descr="Q:\140066.enu\MEDIA\CAGCAT10\j0199036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2" descr="Q:\140066.enu\MEDIA\CAGCAT10\j0199036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175.95pt;margin-top:24.95pt;width:67.4pt;height:65.0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">
                <v:textbox>
                  <w:txbxContent>
                    <w:p w:rsidR="00DA5858" w:rsidRDefault="00E726F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66750" cy="723900"/>
                            <wp:effectExtent l="0" t="0" r="0" b="0"/>
                            <wp:docPr id="92" name="Picture 92" descr="Q:\140066.enu\MEDIA\CAGCAT10\j0199036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2" descr="Q:\140066.enu\MEDIA\CAGCAT10\j0199036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316865</wp:posOffset>
                </wp:positionV>
                <wp:extent cx="927100" cy="826135"/>
                <wp:effectExtent l="13970" t="12065" r="1143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383" w:rsidRDefault="00E726F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33425" cy="647700"/>
                                  <wp:effectExtent l="0" t="0" r="9525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243.35pt;margin-top:24.95pt;width:73pt;height:65.0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">
                <v:textbox>
                  <w:txbxContent>
                    <w:p w:rsidR="000F5383" w:rsidRDefault="00E726F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33425" cy="647700"/>
                            <wp:effectExtent l="0" t="0" r="9525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857250</wp:posOffset>
                </wp:positionH>
                <wp:positionV relativeFrom="page">
                  <wp:posOffset>657225</wp:posOffset>
                </wp:positionV>
                <wp:extent cx="5772150" cy="1343025"/>
                <wp:effectExtent l="0" t="0" r="0" b="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CC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271" w:rsidRDefault="0054463B" w:rsidP="0054463B">
                            <w:pPr>
                              <w:pStyle w:val="CompanyName"/>
                              <w:jc w:val="left"/>
                            </w:pPr>
                            <w:r>
                              <w:t>Be a Student Athlete!</w:t>
                            </w:r>
                            <w:r w:rsidR="000F5383" w:rsidRPr="000F5383">
                              <w:t xml:space="preserve"> </w:t>
                            </w:r>
                          </w:p>
                          <w:p w:rsidR="00BF5787" w:rsidRPr="00BF5787" w:rsidRDefault="0054463B" w:rsidP="0054463B">
                            <w:pPr>
                              <w:pStyle w:val="SaleBanner"/>
                              <w:jc w:val="left"/>
                            </w:pPr>
                            <w:r>
                              <w:t>Be Great!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67.5pt;margin-top:51.75pt;width:454.5pt;height:105.7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" filled="f" stroked="f" strokecolor="#fc6" strokeweight="1.5pt">
                <v:textbox>
                  <w:txbxContent>
                    <w:p w:rsidR="008A7271" w:rsidRDefault="0054463B" w:rsidP="0054463B">
                      <w:pPr>
                        <w:pStyle w:val="CompanyName"/>
                        <w:jc w:val="left"/>
                      </w:pPr>
                      <w:r>
                        <w:t>Be a Student Athlete!</w:t>
                      </w:r>
                      <w:r w:rsidR="000F5383" w:rsidRPr="000F5383">
                        <w:t xml:space="preserve"> </w:t>
                      </w:r>
                    </w:p>
                    <w:p w:rsidR="00BF5787" w:rsidRPr="00BF5787" w:rsidRDefault="0054463B" w:rsidP="0054463B">
                      <w:pPr>
                        <w:pStyle w:val="SaleBanner"/>
                        <w:jc w:val="left"/>
                      </w:pPr>
                      <w:r>
                        <w:t>Be Great!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-304800</wp:posOffset>
                </wp:positionV>
                <wp:extent cx="5803900" cy="1447800"/>
                <wp:effectExtent l="9525" t="9525" r="15875" b="9525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1447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66">
                            <a:alpha val="25000"/>
                          </a:srgbClr>
                        </a:solidFill>
                        <a:ln w="19050">
                          <a:solidFill>
                            <a:srgbClr val="FFCC6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0;margin-top:-24pt;width:457pt;height:114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" fillcolor="#fc6" strokecolor="#fc6" strokeweight="1.5pt">
                <v:fill opacity="16448f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1352550</wp:posOffset>
                </wp:positionV>
                <wp:extent cx="5715000" cy="45720"/>
                <wp:effectExtent l="3810" t="0" r="0" b="1905"/>
                <wp:wrapNone/>
                <wp:docPr id="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0.8pt;margin-top:106.5pt;width:450pt;height:3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" fillcolor="#be2d3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1438275</wp:posOffset>
                </wp:positionV>
                <wp:extent cx="5715000" cy="45720"/>
                <wp:effectExtent l="3810" t="0" r="5715" b="1905"/>
                <wp:wrapNone/>
                <wp:docPr id="1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6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0.8pt;margin-top:113.25pt;width:450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" fillcolor="#be2d3c" stroked="f">
                <v:fill opacity="39321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1628775</wp:posOffset>
                </wp:positionV>
                <wp:extent cx="5715000" cy="45720"/>
                <wp:effectExtent l="0" t="0" r="0" b="1905"/>
                <wp:wrapNone/>
                <wp:docPr id="1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17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8pt;margin-top:128.25pt;width:450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" fillcolor="#be2d3c" stroked="f">
                <v:fill opacity="11822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4572000</wp:posOffset>
                </wp:positionH>
                <wp:positionV relativeFrom="page">
                  <wp:posOffset>2834640</wp:posOffset>
                </wp:positionV>
                <wp:extent cx="2146300" cy="3657600"/>
                <wp:effectExtent l="9525" t="15240" r="15875" b="13335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E2D3C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225" w:rsidRPr="00A73AC9" w:rsidRDefault="00A73AC9" w:rsidP="00DA5858">
                            <w:pPr>
                              <w:pStyle w:val="Address"/>
                              <w:spacing w:before="240" w:after="120"/>
                              <w:jc w:val="left"/>
                              <w:rPr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73AC9">
                              <w:rPr>
                                <w:color w:val="C00000"/>
                                <w:sz w:val="40"/>
                                <w:szCs w:val="40"/>
                              </w:rPr>
                              <w:t>Sports to Join</w:t>
                            </w:r>
                            <w:r w:rsidR="00DA5858">
                              <w:rPr>
                                <w:color w:val="C00000"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:rsidR="00DA5858" w:rsidRDefault="00A73AC9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DA5858">
                              <w:rPr>
                                <w:sz w:val="22"/>
                                <w:szCs w:val="22"/>
                              </w:rPr>
                              <w:t>Football</w:t>
                            </w:r>
                          </w:p>
                          <w:p w:rsidR="00DA5858" w:rsidRDefault="00DA5858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Basketball</w:t>
                            </w:r>
                          </w:p>
                          <w:p w:rsidR="00DA5858" w:rsidRPr="00DA5858" w:rsidRDefault="00DA5858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Wrestling</w:t>
                            </w:r>
                          </w:p>
                          <w:p w:rsidR="00A73AC9" w:rsidRDefault="00A73AC9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DA5858">
                              <w:rPr>
                                <w:sz w:val="22"/>
                                <w:szCs w:val="22"/>
                              </w:rPr>
                              <w:t>Baseball</w:t>
                            </w:r>
                          </w:p>
                          <w:p w:rsidR="00DA5858" w:rsidRPr="00DA5858" w:rsidRDefault="00DA5858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Softball</w:t>
                            </w:r>
                          </w:p>
                          <w:p w:rsidR="00A73AC9" w:rsidRPr="00DA5858" w:rsidRDefault="00A73AC9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DA5858">
                              <w:rPr>
                                <w:sz w:val="22"/>
                                <w:szCs w:val="22"/>
                              </w:rPr>
                              <w:t>Track &amp; Field</w:t>
                            </w:r>
                          </w:p>
                          <w:p w:rsidR="00A73AC9" w:rsidRDefault="00DA5858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DA5858">
                              <w:rPr>
                                <w:sz w:val="22"/>
                                <w:szCs w:val="22"/>
                              </w:rPr>
                              <w:t>Soccer</w:t>
                            </w:r>
                          </w:p>
                          <w:p w:rsidR="00DA5858" w:rsidRPr="00DA5858" w:rsidRDefault="00DA5858" w:rsidP="00DA5858">
                            <w:pPr>
                              <w:pStyle w:val="Time"/>
                              <w:numPr>
                                <w:ilvl w:val="0"/>
                                <w:numId w:val="7"/>
                              </w:numPr>
                              <w:spacing w:before="100" w:beforeAutospacing="1" w:after="1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Swimming</w:t>
                            </w:r>
                          </w:p>
                          <w:p w:rsidR="00DA5858" w:rsidRPr="00DA5858" w:rsidRDefault="00DA5858" w:rsidP="00DA5858">
                            <w:pPr>
                              <w:pStyle w:val="Time"/>
                              <w:spacing w:before="100" w:beforeAutospacing="1" w:after="120"/>
                              <w:ind w:left="7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5in;margin-top:223.2pt;width:169pt;height:4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" strokecolor="#be2d3c" strokeweight="1.5pt">
                <v:stroke dashstyle="longDashDotDot"/>
                <v:textbox>
                  <w:txbxContent>
                    <w:p w:rsidR="00584225" w:rsidRPr="00A73AC9" w:rsidRDefault="00A73AC9" w:rsidP="00DA5858">
                      <w:pPr>
                        <w:pStyle w:val="Address"/>
                        <w:spacing w:before="240" w:after="120"/>
                        <w:jc w:val="left"/>
                        <w:rPr>
                          <w:color w:val="C00000"/>
                          <w:sz w:val="40"/>
                          <w:szCs w:val="40"/>
                        </w:rPr>
                      </w:pPr>
                      <w:r w:rsidRPr="00A73AC9">
                        <w:rPr>
                          <w:color w:val="C00000"/>
                          <w:sz w:val="40"/>
                          <w:szCs w:val="40"/>
                        </w:rPr>
                        <w:t>Sports to Join</w:t>
                      </w:r>
                      <w:r w:rsidR="00DA5858">
                        <w:rPr>
                          <w:color w:val="C00000"/>
                          <w:sz w:val="40"/>
                          <w:szCs w:val="40"/>
                        </w:rPr>
                        <w:t>:</w:t>
                      </w:r>
                    </w:p>
                    <w:p w:rsidR="00DA5858" w:rsidRDefault="00A73AC9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 w:rsidRPr="00DA5858">
                        <w:rPr>
                          <w:sz w:val="22"/>
                          <w:szCs w:val="22"/>
                        </w:rPr>
                        <w:t>Football</w:t>
                      </w:r>
                    </w:p>
                    <w:p w:rsidR="00DA5858" w:rsidRDefault="00DA5858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Basketball</w:t>
                      </w:r>
                    </w:p>
                    <w:p w:rsidR="00DA5858" w:rsidRPr="00DA5858" w:rsidRDefault="00DA5858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Wrestling</w:t>
                      </w:r>
                    </w:p>
                    <w:p w:rsidR="00A73AC9" w:rsidRDefault="00A73AC9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 w:rsidRPr="00DA5858">
                        <w:rPr>
                          <w:sz w:val="22"/>
                          <w:szCs w:val="22"/>
                        </w:rPr>
                        <w:t>Baseball</w:t>
                      </w:r>
                    </w:p>
                    <w:p w:rsidR="00DA5858" w:rsidRPr="00DA5858" w:rsidRDefault="00DA5858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Softball</w:t>
                      </w:r>
                    </w:p>
                    <w:p w:rsidR="00A73AC9" w:rsidRPr="00DA5858" w:rsidRDefault="00A73AC9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 w:rsidRPr="00DA5858">
                        <w:rPr>
                          <w:sz w:val="22"/>
                          <w:szCs w:val="22"/>
                        </w:rPr>
                        <w:t>Track &amp; Field</w:t>
                      </w:r>
                    </w:p>
                    <w:p w:rsidR="00A73AC9" w:rsidRDefault="00DA5858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 w:rsidRPr="00DA5858">
                        <w:rPr>
                          <w:sz w:val="22"/>
                          <w:szCs w:val="22"/>
                        </w:rPr>
                        <w:t>Soccer</w:t>
                      </w:r>
                    </w:p>
                    <w:p w:rsidR="00DA5858" w:rsidRPr="00DA5858" w:rsidRDefault="00DA5858" w:rsidP="00DA5858">
                      <w:pPr>
                        <w:pStyle w:val="Time"/>
                        <w:numPr>
                          <w:ilvl w:val="0"/>
                          <w:numId w:val="7"/>
                        </w:numPr>
                        <w:spacing w:before="100" w:beforeAutospacing="1" w:after="1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Swimming</w:t>
                      </w:r>
                    </w:p>
                    <w:p w:rsidR="00DA5858" w:rsidRPr="00DA5858" w:rsidRDefault="00DA5858" w:rsidP="00DA5858">
                      <w:pPr>
                        <w:pStyle w:val="Time"/>
                        <w:spacing w:before="100" w:beforeAutospacing="1" w:after="120"/>
                        <w:ind w:left="72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1051560</wp:posOffset>
                </wp:positionH>
                <wp:positionV relativeFrom="page">
                  <wp:posOffset>2834640</wp:posOffset>
                </wp:positionV>
                <wp:extent cx="3200400" cy="3657600"/>
                <wp:effectExtent l="13335" t="15240" r="15240" b="13335"/>
                <wp:wrapNone/>
                <wp:docPr id="1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BE2D3C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787" w:rsidRDefault="007749BF" w:rsidP="007749BF">
                            <w:pPr>
                              <w:pStyle w:val="SaleFeatures"/>
                              <w:numPr>
                                <w:ilvl w:val="0"/>
                                <w:numId w:val="0"/>
                              </w:numPr>
                              <w:ind w:left="360"/>
                            </w:pPr>
                            <w:r>
                              <w:t>Did You Know?</w:t>
                            </w:r>
                          </w:p>
                          <w:p w:rsidR="00A73AC9" w:rsidRDefault="00A73AC9" w:rsidP="00A73AC9">
                            <w:pPr>
                              <w:pStyle w:val="SaleFeatures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A73AC9">
                              <w:rPr>
                                <w:sz w:val="24"/>
                                <w:szCs w:val="24"/>
                              </w:rPr>
                              <w:t xml:space="preserve">Students involved in co-curricular activities tend to have higher GPAs than those who aren’t </w:t>
                            </w:r>
                          </w:p>
                          <w:p w:rsidR="00A73AC9" w:rsidRDefault="00A73AC9" w:rsidP="00A73AC9">
                            <w:pPr>
                              <w:pStyle w:val="SaleFeatures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Being a student athlete can give you a sense of identity</w:t>
                            </w:r>
                          </w:p>
                          <w:p w:rsidR="00A73AC9" w:rsidRPr="00A73AC9" w:rsidRDefault="00A73AC9" w:rsidP="00A73AC9">
                            <w:pPr>
                              <w:pStyle w:val="SaleFeatures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Getting involved builds character!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82.8pt;margin-top:223.2pt;width:252pt;height:4in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" strokecolor="#be2d3c" strokeweight="1.5pt">
                <v:stroke dashstyle="longDashDotDot"/>
                <v:textbox>
                  <w:txbxContent>
                    <w:p w:rsidR="00BF5787" w:rsidRDefault="007749BF" w:rsidP="007749BF">
                      <w:pPr>
                        <w:pStyle w:val="SaleFeatures"/>
                        <w:numPr>
                          <w:ilvl w:val="0"/>
                          <w:numId w:val="0"/>
                        </w:numPr>
                        <w:ind w:left="360"/>
                      </w:pPr>
                      <w:r>
                        <w:t>Did You Know?</w:t>
                      </w:r>
                    </w:p>
                    <w:p w:rsidR="00A73AC9" w:rsidRDefault="00A73AC9" w:rsidP="00A73AC9">
                      <w:pPr>
                        <w:pStyle w:val="SaleFeatures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r w:rsidRPr="00A73AC9">
                        <w:rPr>
                          <w:sz w:val="24"/>
                          <w:szCs w:val="24"/>
                        </w:rPr>
                        <w:t xml:space="preserve">Students involved in co-curricular activities tend to have higher GPAs than those who aren’t </w:t>
                      </w:r>
                    </w:p>
                    <w:p w:rsidR="00A73AC9" w:rsidRDefault="00A73AC9" w:rsidP="00A73AC9">
                      <w:pPr>
                        <w:pStyle w:val="SaleFeatures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Being a student athlete can give you a sense of identity</w:t>
                      </w:r>
                    </w:p>
                    <w:p w:rsidR="00A73AC9" w:rsidRPr="00A73AC9" w:rsidRDefault="00A73AC9" w:rsidP="00A73AC9">
                      <w:pPr>
                        <w:pStyle w:val="SaleFeatures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Getting involved builds character!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8239125</wp:posOffset>
                </wp:positionV>
                <wp:extent cx="5715000" cy="45720"/>
                <wp:effectExtent l="9525" t="0" r="0" b="1905"/>
                <wp:wrapNone/>
                <wp:docPr id="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6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9pt;margin-top:648.75pt;width:450pt;height:3.6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" fillcolor="#be2d3c" stroked="f">
                <v:fill opacity="39321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8143875</wp:posOffset>
                </wp:positionV>
                <wp:extent cx="5715000" cy="45720"/>
                <wp:effectExtent l="9525" t="0" r="0" b="1905"/>
                <wp:wrapNone/>
                <wp:docPr id="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9pt;margin-top:641.25pt;width:450pt;height:3.6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" fillcolor="#be2d3c" stroked="f">
                <v:fill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8058150</wp:posOffset>
                </wp:positionV>
                <wp:extent cx="5715000" cy="45720"/>
                <wp:effectExtent l="9525" t="0" r="0" b="190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17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9pt;margin-top:634.5pt;width:450pt;height:3.6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" fillcolor="#be2d3c" stroked="f">
                <v:fill opacity="11822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8334375</wp:posOffset>
                </wp:positionV>
                <wp:extent cx="5715000" cy="45720"/>
                <wp:effectExtent l="0" t="0" r="0" b="1905"/>
                <wp:wrapNone/>
                <wp:docPr id="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0800000"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9pt;margin-top:656.25pt;width:450pt;height:3.6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" fillcolor="#be2d3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1533525</wp:posOffset>
                </wp:positionV>
                <wp:extent cx="5715000" cy="45720"/>
                <wp:effectExtent l="0" t="0" r="0" b="1905"/>
                <wp:wrapNone/>
                <wp:docPr id="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>
                            <a:alpha val="3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9pt;margin-top:120.75pt;width:450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" fillcolor="#be2d3c" stroked="f">
                <v:fill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7820025</wp:posOffset>
                </wp:positionV>
                <wp:extent cx="5715000" cy="45720"/>
                <wp:effectExtent l="0" t="0" r="0" b="1905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9pt;margin-top:615.75pt;width:450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" fillcolor="#be2d3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5857875</wp:posOffset>
                </wp:positionV>
                <wp:extent cx="5715000" cy="45720"/>
                <wp:effectExtent l="0" t="0" r="0" b="1905"/>
                <wp:wrapNone/>
                <wp:docPr id="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"/>
                        </a:xfrm>
                        <a:prstGeom prst="rect">
                          <a:avLst/>
                        </a:prstGeom>
                        <a:solidFill>
                          <a:srgbClr val="BE2D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9pt;margin-top:461.25pt;width:450pt;height:3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" fillcolor="#be2d3c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7086600</wp:posOffset>
                </wp:positionV>
                <wp:extent cx="5486400" cy="1371600"/>
                <wp:effectExtent l="19050" t="19050" r="19050" b="1905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CC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3C10" w:rsidRPr="00E726F6" w:rsidRDefault="00D771F5" w:rsidP="00D771F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E726F6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JOIN A SPORT TODAY!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90pt;margin-top:558pt;width:6in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" filled="f" strokecolor="#fc6" strokeweight="2pt">
                <v:textbox>
                  <w:txbxContent>
                    <w:p w:rsidR="00C93C10" w:rsidRPr="00E726F6" w:rsidRDefault="00D771F5" w:rsidP="00D771F5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E726F6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JOIN A SPORT TODAY!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5943600</wp:posOffset>
                </wp:positionV>
                <wp:extent cx="5715000" cy="1828800"/>
                <wp:effectExtent l="0" t="0" r="0" b="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828800"/>
                        </a:xfrm>
                        <a:prstGeom prst="rect">
                          <a:avLst/>
                        </a:prstGeom>
                        <a:solidFill>
                          <a:srgbClr val="BE2D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9pt;margin-top:468pt;width:450pt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" fillcolor="#be2d3c" stroked="f"/>
            </w:pict>
          </mc:Fallback>
        </mc:AlternateContent>
      </w:r>
    </w:p>
    <w:sectPr w:rsidR="00D67844" w:rsidSect="008A1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64541"/>
    <w:multiLevelType w:val="multilevel"/>
    <w:tmpl w:val="FD3EF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025D0"/>
    <w:multiLevelType w:val="multilevel"/>
    <w:tmpl w:val="266A3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E321B9"/>
    <w:multiLevelType w:val="hybridMultilevel"/>
    <w:tmpl w:val="32EAA462"/>
    <w:lvl w:ilvl="0" w:tplc="3D94C9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B10A00"/>
    <w:multiLevelType w:val="hybridMultilevel"/>
    <w:tmpl w:val="1E2AB7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DB0507"/>
    <w:multiLevelType w:val="multilevel"/>
    <w:tmpl w:val="FBBAB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EC211F"/>
    <w:multiLevelType w:val="hybridMultilevel"/>
    <w:tmpl w:val="960AA856"/>
    <w:lvl w:ilvl="0" w:tplc="AD1C9354">
      <w:start w:val="1"/>
      <w:numFmt w:val="bullet"/>
      <w:pStyle w:val="SaleFeatur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486392"/>
    <w:multiLevelType w:val="hybridMultilevel"/>
    <w:tmpl w:val="2A987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BD52BF"/>
    <w:multiLevelType w:val="multilevel"/>
    <w:tmpl w:val="D0D4141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354C2D"/>
    <w:multiLevelType w:val="multilevel"/>
    <w:tmpl w:val="AFB07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3B"/>
    <w:rsid w:val="000F5383"/>
    <w:rsid w:val="00385244"/>
    <w:rsid w:val="003E0313"/>
    <w:rsid w:val="0054463B"/>
    <w:rsid w:val="00584225"/>
    <w:rsid w:val="006F40A7"/>
    <w:rsid w:val="007749BF"/>
    <w:rsid w:val="008A1ECA"/>
    <w:rsid w:val="008A7271"/>
    <w:rsid w:val="009017AF"/>
    <w:rsid w:val="00901C40"/>
    <w:rsid w:val="00936800"/>
    <w:rsid w:val="00A73AC9"/>
    <w:rsid w:val="00B61778"/>
    <w:rsid w:val="00BC27D2"/>
    <w:rsid w:val="00BF5787"/>
    <w:rsid w:val="00C93C10"/>
    <w:rsid w:val="00D0013A"/>
    <w:rsid w:val="00D32DA2"/>
    <w:rsid w:val="00D67844"/>
    <w:rsid w:val="00D771F5"/>
    <w:rsid w:val="00DA5858"/>
    <w:rsid w:val="00E24161"/>
    <w:rsid w:val="00E726F6"/>
    <w:rsid w:val="00E8500A"/>
    <w:rsid w:val="00EB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6,#be2d3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mpanyName">
    <w:name w:val="Company Name"/>
    <w:basedOn w:val="Normal"/>
    <w:rsid w:val="00BF5787"/>
    <w:pPr>
      <w:ind w:right="144"/>
      <w:jc w:val="right"/>
    </w:pPr>
    <w:rPr>
      <w:rFonts w:ascii="Tahoma" w:hAnsi="Tahoma" w:cs="Arial"/>
      <w:b/>
      <w:bCs/>
      <w:color w:val="BE2D3C"/>
      <w:kern w:val="32"/>
      <w:sz w:val="72"/>
      <w:szCs w:val="32"/>
    </w:rPr>
  </w:style>
  <w:style w:type="paragraph" w:customStyle="1" w:styleId="SaleBanner">
    <w:name w:val="Sale Banner"/>
    <w:rsid w:val="00D32DA2"/>
    <w:pPr>
      <w:spacing w:before="120" w:after="120"/>
      <w:ind w:right="144"/>
      <w:jc w:val="right"/>
    </w:pPr>
    <w:rPr>
      <w:rFonts w:ascii="Tahoma" w:hAnsi="Tahoma" w:cs="Arial"/>
      <w:b/>
      <w:bCs/>
      <w:iCs/>
      <w:smallCaps/>
      <w:color w:val="666699"/>
      <w:sz w:val="52"/>
      <w:szCs w:val="48"/>
    </w:rPr>
  </w:style>
  <w:style w:type="paragraph" w:customStyle="1" w:styleId="SaleFeatures">
    <w:name w:val="Sale Features"/>
    <w:basedOn w:val="Normal"/>
    <w:link w:val="SaleFeaturesChar"/>
    <w:rsid w:val="00D32DA2"/>
    <w:pPr>
      <w:numPr>
        <w:numId w:val="1"/>
      </w:numPr>
      <w:spacing w:before="360" w:after="360"/>
    </w:pPr>
    <w:rPr>
      <w:rFonts w:ascii="Tahoma" w:hAnsi="Tahoma" w:cs="Arial"/>
      <w:b/>
      <w:bCs/>
      <w:color w:val="666699"/>
      <w:spacing w:val="10"/>
      <w:sz w:val="40"/>
      <w:szCs w:val="28"/>
    </w:rPr>
  </w:style>
  <w:style w:type="character" w:customStyle="1" w:styleId="SaleFeaturesChar">
    <w:name w:val="Sale Features Char"/>
    <w:link w:val="SaleFeatures"/>
    <w:rsid w:val="00D32DA2"/>
    <w:rPr>
      <w:rFonts w:ascii="Tahoma" w:hAnsi="Tahoma" w:cs="Arial"/>
      <w:b/>
      <w:bCs/>
      <w:color w:val="666699"/>
      <w:spacing w:val="10"/>
      <w:sz w:val="40"/>
      <w:szCs w:val="28"/>
      <w:lang w:val="en-US" w:eastAsia="en-US" w:bidi="ar-SA"/>
    </w:rPr>
  </w:style>
  <w:style w:type="paragraph" w:customStyle="1" w:styleId="Address">
    <w:name w:val="Address"/>
    <w:link w:val="AddressChar"/>
    <w:rsid w:val="00E8500A"/>
    <w:pPr>
      <w:spacing w:before="600" w:after="400"/>
      <w:jc w:val="right"/>
    </w:pPr>
    <w:rPr>
      <w:rFonts w:ascii="Tahoma" w:hAnsi="Tahoma"/>
      <w:b/>
      <w:spacing w:val="4"/>
      <w:sz w:val="28"/>
      <w:szCs w:val="28"/>
    </w:rPr>
  </w:style>
  <w:style w:type="character" w:customStyle="1" w:styleId="AddressChar">
    <w:name w:val="Address Char"/>
    <w:link w:val="Address"/>
    <w:rsid w:val="00E8500A"/>
    <w:rPr>
      <w:rFonts w:ascii="Tahoma" w:hAnsi="Tahoma"/>
      <w:b/>
      <w:spacing w:val="4"/>
      <w:sz w:val="28"/>
      <w:szCs w:val="28"/>
      <w:lang w:val="en-US" w:eastAsia="en-US" w:bidi="ar-SA"/>
    </w:rPr>
  </w:style>
  <w:style w:type="paragraph" w:customStyle="1" w:styleId="Time">
    <w:name w:val="Time"/>
    <w:basedOn w:val="Address"/>
    <w:rsid w:val="00E8500A"/>
    <w:pPr>
      <w:jc w:val="left"/>
    </w:pPr>
  </w:style>
  <w:style w:type="paragraph" w:styleId="BodyText">
    <w:name w:val="Body Text"/>
    <w:rsid w:val="00C93C10"/>
    <w:pPr>
      <w:spacing w:after="120"/>
      <w:jc w:val="center"/>
    </w:pPr>
    <w:rPr>
      <w:rFonts w:ascii="Tahoma" w:hAnsi="Tahoma"/>
      <w:b/>
      <w:color w:val="FFFFFF"/>
      <w:sz w:val="5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ompanyName">
    <w:name w:val="Company Name"/>
    <w:basedOn w:val="Normal"/>
    <w:rsid w:val="00BF5787"/>
    <w:pPr>
      <w:ind w:right="144"/>
      <w:jc w:val="right"/>
    </w:pPr>
    <w:rPr>
      <w:rFonts w:ascii="Tahoma" w:hAnsi="Tahoma" w:cs="Arial"/>
      <w:b/>
      <w:bCs/>
      <w:color w:val="BE2D3C"/>
      <w:kern w:val="32"/>
      <w:sz w:val="72"/>
      <w:szCs w:val="32"/>
    </w:rPr>
  </w:style>
  <w:style w:type="paragraph" w:customStyle="1" w:styleId="SaleBanner">
    <w:name w:val="Sale Banner"/>
    <w:rsid w:val="00D32DA2"/>
    <w:pPr>
      <w:spacing w:before="120" w:after="120"/>
      <w:ind w:right="144"/>
      <w:jc w:val="right"/>
    </w:pPr>
    <w:rPr>
      <w:rFonts w:ascii="Tahoma" w:hAnsi="Tahoma" w:cs="Arial"/>
      <w:b/>
      <w:bCs/>
      <w:iCs/>
      <w:smallCaps/>
      <w:color w:val="666699"/>
      <w:sz w:val="52"/>
      <w:szCs w:val="48"/>
    </w:rPr>
  </w:style>
  <w:style w:type="paragraph" w:customStyle="1" w:styleId="SaleFeatures">
    <w:name w:val="Sale Features"/>
    <w:basedOn w:val="Normal"/>
    <w:link w:val="SaleFeaturesChar"/>
    <w:rsid w:val="00D32DA2"/>
    <w:pPr>
      <w:numPr>
        <w:numId w:val="1"/>
      </w:numPr>
      <w:spacing w:before="360" w:after="360"/>
    </w:pPr>
    <w:rPr>
      <w:rFonts w:ascii="Tahoma" w:hAnsi="Tahoma" w:cs="Arial"/>
      <w:b/>
      <w:bCs/>
      <w:color w:val="666699"/>
      <w:spacing w:val="10"/>
      <w:sz w:val="40"/>
      <w:szCs w:val="28"/>
    </w:rPr>
  </w:style>
  <w:style w:type="character" w:customStyle="1" w:styleId="SaleFeaturesChar">
    <w:name w:val="Sale Features Char"/>
    <w:link w:val="SaleFeatures"/>
    <w:rsid w:val="00D32DA2"/>
    <w:rPr>
      <w:rFonts w:ascii="Tahoma" w:hAnsi="Tahoma" w:cs="Arial"/>
      <w:b/>
      <w:bCs/>
      <w:color w:val="666699"/>
      <w:spacing w:val="10"/>
      <w:sz w:val="40"/>
      <w:szCs w:val="28"/>
      <w:lang w:val="en-US" w:eastAsia="en-US" w:bidi="ar-SA"/>
    </w:rPr>
  </w:style>
  <w:style w:type="paragraph" w:customStyle="1" w:styleId="Address">
    <w:name w:val="Address"/>
    <w:link w:val="AddressChar"/>
    <w:rsid w:val="00E8500A"/>
    <w:pPr>
      <w:spacing w:before="600" w:after="400"/>
      <w:jc w:val="right"/>
    </w:pPr>
    <w:rPr>
      <w:rFonts w:ascii="Tahoma" w:hAnsi="Tahoma"/>
      <w:b/>
      <w:spacing w:val="4"/>
      <w:sz w:val="28"/>
      <w:szCs w:val="28"/>
    </w:rPr>
  </w:style>
  <w:style w:type="character" w:customStyle="1" w:styleId="AddressChar">
    <w:name w:val="Address Char"/>
    <w:link w:val="Address"/>
    <w:rsid w:val="00E8500A"/>
    <w:rPr>
      <w:rFonts w:ascii="Tahoma" w:hAnsi="Tahoma"/>
      <w:b/>
      <w:spacing w:val="4"/>
      <w:sz w:val="28"/>
      <w:szCs w:val="28"/>
      <w:lang w:val="en-US" w:eastAsia="en-US" w:bidi="ar-SA"/>
    </w:rPr>
  </w:style>
  <w:style w:type="paragraph" w:customStyle="1" w:styleId="Time">
    <w:name w:val="Time"/>
    <w:basedOn w:val="Address"/>
    <w:rsid w:val="00E8500A"/>
    <w:pPr>
      <w:jc w:val="left"/>
    </w:pPr>
  </w:style>
  <w:style w:type="paragraph" w:styleId="BodyText">
    <w:name w:val="Body Text"/>
    <w:rsid w:val="00C93C10"/>
    <w:pPr>
      <w:spacing w:after="120"/>
      <w:jc w:val="center"/>
    </w:pPr>
    <w:rPr>
      <w:rFonts w:ascii="Tahoma" w:hAnsi="Tahoma"/>
      <w:b/>
      <w:color w:val="FFFFFF"/>
      <w:sz w:val="5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7581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8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35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9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2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73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174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955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748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66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971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95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7612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2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824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1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4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7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12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9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74024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29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726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159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20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146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41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410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cad=rja&amp;uact=8&amp;ved=0CAcQjRw&amp;url=http%3A%2F%2Fcliparts.co%2Fgirl-basketball-player-clipart&amp;ei=YdEYVfX7EMejNvyKgoAO&amp;bvm=bv.89381419,d.cWc&amp;psig=AFQjCNELOjxKPOWX1tHcsGhhuPGOcVZJLw&amp;ust=1427776201811412" TargetMode="External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source=images&amp;cd=&amp;cad=rja&amp;uact=8&amp;ved=0CAcQjRw&amp;url=http%3A%2F%2Fwww.clipartpanda.com%2Fcategories%2Fswimming-20clipart&amp;ei=_tIYVZvlM4umgwSKnoSADQ&amp;bvm=bv.89381419,d.cWc&amp;psig=AFQjCNE03DqXyoKExL1TmpCpGUvxGpPiRA&amp;ust=1427776621731055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sa=i&amp;rct=j&amp;q=&amp;esrc=s&amp;source=images&amp;cd=&amp;cad=rja&amp;uact=8&amp;ved=0CAcQjRw&amp;url=http%3A%2F%2Fen.wikipedia.org%2Fwiki%2FUSA_Outdoor_Track_and_Field_Championships&amp;ei=0NAYVYOBD8GpgwTFv4TIDA&amp;bvm=bv.89381419,d.cWc&amp;psig=AFQjCNHzzv9wqOQeiXrKFGrjQn52ou-qVw&amp;ust=142777596001707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\AppData\Roaming\Microsoft\Templates\Business%20sale%20fly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sale flyer</Template>
  <TotalTime>104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1</cp:revision>
  <cp:lastPrinted>2003-07-30T21:02:00Z</cp:lastPrinted>
  <dcterms:created xsi:type="dcterms:W3CDTF">2015-03-30T02:55:00Z</dcterms:created>
  <dcterms:modified xsi:type="dcterms:W3CDTF">2015-03-30T04:40:00Z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TC060862211033</vt:lpwstr>
  </property>
</Properties>
</file>